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559F" w:rsidRPr="00A2687E" w:rsidRDefault="00BC559F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  <w:r w:rsidR="00A2687E">
        <w:rPr>
          <w:rFonts w:ascii="Arial" w:hAnsi="Arial" w:cs="Arial"/>
          <w:b/>
          <w:sz w:val="28"/>
        </w:rPr>
        <w:t xml:space="preserve"> </w:t>
      </w:r>
      <w:r w:rsidRPr="00A2687E">
        <w:rPr>
          <w:rFonts w:ascii="Arial" w:hAnsi="Arial" w:cs="Arial"/>
          <w:b/>
          <w:sz w:val="28"/>
        </w:rPr>
        <w:t>Calcule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1810"/>
        <w:gridCol w:w="1810"/>
        <w:gridCol w:w="1816"/>
      </w:tblGrid>
      <w:tr w:rsidR="00BC559F" w:rsidTr="00A2687E">
        <w:trPr>
          <w:trHeight w:val="675"/>
        </w:trPr>
        <w:tc>
          <w:tcPr>
            <w:tcW w:w="1811" w:type="dxa"/>
          </w:tcPr>
          <w:p w:rsidR="00BC559F" w:rsidRDefault="00BC559F" w:rsidP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 : 2 = …</w:t>
            </w:r>
          </w:p>
        </w:tc>
        <w:tc>
          <w:tcPr>
            <w:tcW w:w="1810" w:type="dxa"/>
          </w:tcPr>
          <w:p w:rsidR="00BC559F" w:rsidRDefault="00BC559F" w:rsidP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 : 2 = …</w:t>
            </w:r>
          </w:p>
        </w:tc>
        <w:tc>
          <w:tcPr>
            <w:tcW w:w="1810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 : 2 = …</w:t>
            </w:r>
          </w:p>
        </w:tc>
        <w:tc>
          <w:tcPr>
            <w:tcW w:w="1816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24 : 2 = …</w:t>
            </w:r>
          </w:p>
        </w:tc>
      </w:tr>
      <w:tr w:rsidR="00BC559F" w:rsidTr="00A2687E">
        <w:trPr>
          <w:trHeight w:val="573"/>
        </w:trPr>
        <w:tc>
          <w:tcPr>
            <w:tcW w:w="1811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40 : 2 = …</w:t>
            </w:r>
          </w:p>
        </w:tc>
        <w:tc>
          <w:tcPr>
            <w:tcW w:w="1810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50 : 2 = …</w:t>
            </w:r>
          </w:p>
        </w:tc>
        <w:tc>
          <w:tcPr>
            <w:tcW w:w="1810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60 : 2 = …</w:t>
            </w:r>
          </w:p>
        </w:tc>
        <w:tc>
          <w:tcPr>
            <w:tcW w:w="1816" w:type="dxa"/>
          </w:tcPr>
          <w:p w:rsidR="00BC559F" w:rsidRDefault="00BC559F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100 : 2 = …</w:t>
            </w:r>
          </w:p>
        </w:tc>
      </w:tr>
    </w:tbl>
    <w:p w:rsidR="00BC559F" w:rsidRDefault="00BC559F">
      <w:pPr>
        <w:rPr>
          <w:rFonts w:ascii="Arial" w:hAnsi="Arial" w:cs="Arial"/>
          <w:sz w:val="28"/>
        </w:rPr>
      </w:pPr>
    </w:p>
    <w:p w:rsidR="00BC559F" w:rsidRPr="00BC559F" w:rsidRDefault="00BC559F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</w:p>
    <w:p w:rsidR="00BC559F" w:rsidRPr="00BC559F" w:rsidRDefault="00BC559F">
      <w:pPr>
        <w:rPr>
          <w:rFonts w:ascii="Arial" w:hAnsi="Arial" w:cs="Arial"/>
          <w:sz w:val="24"/>
        </w:rPr>
      </w:pPr>
      <w:r w:rsidRPr="00BC559F">
        <w:rPr>
          <w:rFonts w:ascii="Arial" w:hAnsi="Arial" w:cs="Arial"/>
          <w:sz w:val="24"/>
        </w:rPr>
        <w:t>Faire la division de 24 par 8, c’est chercher combien de fois il y 8 dans 24.</w:t>
      </w:r>
      <w:r w:rsidR="00A2687E">
        <w:rPr>
          <w:rFonts w:ascii="Arial" w:hAnsi="Arial" w:cs="Arial"/>
          <w:sz w:val="24"/>
        </w:rPr>
        <w:t xml:space="preserve"> </w:t>
      </w:r>
      <w:r w:rsidRPr="00BC559F">
        <w:rPr>
          <w:rFonts w:ascii="Arial" w:hAnsi="Arial" w:cs="Arial"/>
          <w:sz w:val="24"/>
        </w:rPr>
        <w:t xml:space="preserve">Grâce aux tables de multiplication, on peut trouver que c’est 3. </w:t>
      </w:r>
      <w:proofErr w:type="gramStart"/>
      <w:r>
        <w:rPr>
          <w:rFonts w:ascii="Arial" w:hAnsi="Arial" w:cs="Arial"/>
          <w:sz w:val="24"/>
        </w:rPr>
        <w:t>donc</w:t>
      </w:r>
      <w:proofErr w:type="gramEnd"/>
      <w:r>
        <w:rPr>
          <w:rFonts w:ascii="Arial" w:hAnsi="Arial" w:cs="Arial"/>
          <w:sz w:val="24"/>
        </w:rPr>
        <w:t xml:space="preserve"> </w:t>
      </w:r>
      <w:r w:rsidRPr="00BC559F">
        <w:rPr>
          <w:rFonts w:ascii="Arial" w:hAnsi="Arial" w:cs="Arial"/>
          <w:sz w:val="24"/>
        </w:rPr>
        <w:t>24 : 8 = 3</w:t>
      </w:r>
    </w:p>
    <w:p w:rsidR="00BC559F" w:rsidRPr="00A2687E" w:rsidRDefault="00BC559F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 xml:space="preserve">Maintenant, </w:t>
      </w:r>
      <w:r w:rsidRPr="00A2687E">
        <w:rPr>
          <w:rFonts w:ascii="Arial" w:hAnsi="Arial" w:cs="Arial"/>
          <w:b/>
          <w:sz w:val="28"/>
        </w:rPr>
        <w:t xml:space="preserve">complète : </w:t>
      </w:r>
    </w:p>
    <w:p w:rsidR="00BC559F" w:rsidRDefault="00BC559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de fois il y a 6 dans 30 ? il y a … car 30 : 6=…</w:t>
      </w:r>
    </w:p>
    <w:p w:rsidR="00BC559F" w:rsidRPr="007E024D" w:rsidRDefault="00BC559F" w:rsidP="00BC559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Combien de fois il y a </w:t>
      </w:r>
      <w:r w:rsidR="00A2687E"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 dans 3</w:t>
      </w:r>
      <w:r w:rsidR="00A2687E"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> ? il y a … car 3</w:t>
      </w:r>
      <w:r w:rsidR="00A2687E"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 xml:space="preserve"> : </w:t>
      </w:r>
      <w:r w:rsidR="00A2687E">
        <w:rPr>
          <w:rFonts w:ascii="Arial" w:hAnsi="Arial" w:cs="Arial"/>
          <w:sz w:val="28"/>
        </w:rPr>
        <w:t>5</w:t>
      </w:r>
      <w:r>
        <w:rPr>
          <w:rFonts w:ascii="Arial" w:hAnsi="Arial" w:cs="Arial"/>
          <w:sz w:val="28"/>
        </w:rPr>
        <w:t>=…</w:t>
      </w:r>
    </w:p>
    <w:p w:rsidR="00A2687E" w:rsidRPr="007E024D" w:rsidRDefault="00A2687E" w:rsidP="00A268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de fois il y a 8 dans 48 ? il y a … car 48 : 86=…</w:t>
      </w:r>
    </w:p>
    <w:p w:rsidR="00A2687E" w:rsidRPr="007E024D" w:rsidRDefault="00A2687E" w:rsidP="00A268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de fois il y a 9 dans 27 ? il y a … car 27 : 9=…</w:t>
      </w:r>
    </w:p>
    <w:p w:rsidR="00A2687E" w:rsidRDefault="00A2687E">
      <w:pPr>
        <w:rPr>
          <w:rFonts w:ascii="Arial" w:hAnsi="Arial" w:cs="Arial"/>
          <w:b/>
          <w:sz w:val="28"/>
        </w:rPr>
      </w:pPr>
    </w:p>
    <w:p w:rsidR="00BC559F" w:rsidRPr="00BC559F" w:rsidRDefault="00BC559F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</w:p>
    <w:p w:rsidR="00BC559F" w:rsidRPr="00A2687E" w:rsidRDefault="00BC559F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>Parfois le résultat ne tombe pas juste. Il y a un quotient et un reste. Par exemple pour 62 : 8 </w:t>
      </w:r>
    </w:p>
    <w:p w:rsidR="00BC559F" w:rsidRPr="00A2687E" w:rsidRDefault="00BC559F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 xml:space="preserve">62 = </w:t>
      </w:r>
      <w:r w:rsidRPr="00A2687E">
        <w:rPr>
          <w:rFonts w:ascii="Arial" w:hAnsi="Arial" w:cs="Arial"/>
          <w:b/>
          <w:sz w:val="24"/>
        </w:rPr>
        <w:t>8</w:t>
      </w:r>
      <w:r w:rsidRPr="00A2687E">
        <w:rPr>
          <w:rFonts w:ascii="Arial" w:hAnsi="Arial" w:cs="Arial"/>
          <w:sz w:val="24"/>
        </w:rPr>
        <w:t xml:space="preserve"> x 7 + 6 (7 est le quotient et 6 est le reste)</w:t>
      </w:r>
    </w:p>
    <w:p w:rsidR="00A2687E" w:rsidRDefault="00A2687E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 ton tour avec : </w:t>
      </w:r>
      <w:r w:rsidR="00C848C5">
        <w:rPr>
          <w:rFonts w:ascii="Arial" w:hAnsi="Arial" w:cs="Arial"/>
          <w:sz w:val="28"/>
        </w:rPr>
        <w:t xml:space="preserve">75 : 9 </w:t>
      </w:r>
    </w:p>
    <w:p w:rsidR="00C848C5" w:rsidRDefault="00C848C5" w:rsidP="00C848C5">
      <w:pPr>
        <w:ind w:left="1416" w:firstLine="708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75  =</w:t>
      </w:r>
      <w:proofErr w:type="gramEnd"/>
      <w:r>
        <w:rPr>
          <w:rFonts w:ascii="Arial" w:hAnsi="Arial" w:cs="Arial"/>
          <w:sz w:val="28"/>
        </w:rPr>
        <w:t xml:space="preserve"> 9 x … + …</w:t>
      </w:r>
    </w:p>
    <w:p w:rsidR="00A2687E" w:rsidRDefault="00C848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 ton tour avec : 63 : 6</w:t>
      </w:r>
    </w:p>
    <w:p w:rsidR="00C848C5" w:rsidRDefault="00C848C5" w:rsidP="00C848C5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63 = 6 x …+ …</w:t>
      </w:r>
    </w:p>
    <w:p w:rsidR="00C848C5" w:rsidRPr="00A2687E" w:rsidRDefault="00C848C5" w:rsidP="00C848C5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  <w:r>
        <w:rPr>
          <w:rFonts w:ascii="Arial" w:hAnsi="Arial" w:cs="Arial"/>
          <w:b/>
          <w:sz w:val="28"/>
        </w:rPr>
        <w:t xml:space="preserve"> </w:t>
      </w:r>
      <w:r w:rsidRPr="00A2687E">
        <w:rPr>
          <w:rFonts w:ascii="Arial" w:hAnsi="Arial" w:cs="Arial"/>
          <w:b/>
          <w:sz w:val="28"/>
        </w:rPr>
        <w:t>Calcule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11"/>
        <w:gridCol w:w="1810"/>
        <w:gridCol w:w="1810"/>
        <w:gridCol w:w="1816"/>
      </w:tblGrid>
      <w:tr w:rsidR="00C848C5" w:rsidTr="00E335D3">
        <w:trPr>
          <w:trHeight w:val="675"/>
        </w:trPr>
        <w:tc>
          <w:tcPr>
            <w:tcW w:w="1811" w:type="dxa"/>
          </w:tcPr>
          <w:p w:rsidR="00C848C5" w:rsidRDefault="00C848C5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8 : 2 = …</w:t>
            </w:r>
          </w:p>
        </w:tc>
        <w:tc>
          <w:tcPr>
            <w:tcW w:w="1810" w:type="dxa"/>
          </w:tcPr>
          <w:p w:rsidR="00C848C5" w:rsidRDefault="00C848C5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 : 2 = …</w:t>
            </w:r>
          </w:p>
        </w:tc>
        <w:tc>
          <w:tcPr>
            <w:tcW w:w="1810" w:type="dxa"/>
          </w:tcPr>
          <w:p w:rsidR="00C848C5" w:rsidRDefault="00C848C5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20 : 2 = …</w:t>
            </w:r>
          </w:p>
        </w:tc>
        <w:tc>
          <w:tcPr>
            <w:tcW w:w="1816" w:type="dxa"/>
          </w:tcPr>
          <w:p w:rsidR="00C848C5" w:rsidRDefault="00C848C5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24 : 2 = …</w:t>
            </w:r>
          </w:p>
        </w:tc>
      </w:tr>
      <w:tr w:rsidR="00C848C5" w:rsidTr="00E335D3">
        <w:trPr>
          <w:trHeight w:val="573"/>
        </w:trPr>
        <w:tc>
          <w:tcPr>
            <w:tcW w:w="1811" w:type="dxa"/>
          </w:tcPr>
          <w:p w:rsidR="00C848C5" w:rsidRDefault="00C848C5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40 : 2 = …</w:t>
            </w:r>
          </w:p>
        </w:tc>
        <w:tc>
          <w:tcPr>
            <w:tcW w:w="1810" w:type="dxa"/>
          </w:tcPr>
          <w:p w:rsidR="00C848C5" w:rsidRDefault="00C848C5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50 : 2 = …</w:t>
            </w:r>
          </w:p>
        </w:tc>
        <w:tc>
          <w:tcPr>
            <w:tcW w:w="1810" w:type="dxa"/>
          </w:tcPr>
          <w:p w:rsidR="00C848C5" w:rsidRDefault="00C848C5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60 : 2 = …</w:t>
            </w:r>
          </w:p>
        </w:tc>
        <w:tc>
          <w:tcPr>
            <w:tcW w:w="1816" w:type="dxa"/>
          </w:tcPr>
          <w:p w:rsidR="00C848C5" w:rsidRDefault="00C848C5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100 : 2 = …</w:t>
            </w:r>
          </w:p>
        </w:tc>
      </w:tr>
    </w:tbl>
    <w:p w:rsidR="00C848C5" w:rsidRDefault="00C848C5" w:rsidP="00C848C5">
      <w:pPr>
        <w:rPr>
          <w:rFonts w:ascii="Arial" w:hAnsi="Arial" w:cs="Arial"/>
          <w:sz w:val="28"/>
        </w:rPr>
      </w:pPr>
    </w:p>
    <w:p w:rsidR="00C848C5" w:rsidRPr="00BC559F" w:rsidRDefault="00C848C5" w:rsidP="00C848C5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</w:p>
    <w:p w:rsidR="00C848C5" w:rsidRPr="00BC559F" w:rsidRDefault="00C848C5" w:rsidP="00C848C5">
      <w:pPr>
        <w:rPr>
          <w:rFonts w:ascii="Arial" w:hAnsi="Arial" w:cs="Arial"/>
          <w:sz w:val="24"/>
        </w:rPr>
      </w:pPr>
      <w:r w:rsidRPr="00BC559F">
        <w:rPr>
          <w:rFonts w:ascii="Arial" w:hAnsi="Arial" w:cs="Arial"/>
          <w:sz w:val="24"/>
        </w:rPr>
        <w:t>Faire la division de 24 par 8, c’est chercher combien de fois il y 8 dans 24.</w:t>
      </w:r>
      <w:r>
        <w:rPr>
          <w:rFonts w:ascii="Arial" w:hAnsi="Arial" w:cs="Arial"/>
          <w:sz w:val="24"/>
        </w:rPr>
        <w:t xml:space="preserve"> </w:t>
      </w:r>
      <w:r w:rsidRPr="00BC559F">
        <w:rPr>
          <w:rFonts w:ascii="Arial" w:hAnsi="Arial" w:cs="Arial"/>
          <w:sz w:val="24"/>
        </w:rPr>
        <w:t xml:space="preserve">Grâce aux tables de multiplication, on peut trouver que c’est 3. </w:t>
      </w:r>
      <w:proofErr w:type="gramStart"/>
      <w:r>
        <w:rPr>
          <w:rFonts w:ascii="Arial" w:hAnsi="Arial" w:cs="Arial"/>
          <w:sz w:val="24"/>
        </w:rPr>
        <w:t>donc</w:t>
      </w:r>
      <w:proofErr w:type="gramEnd"/>
      <w:r>
        <w:rPr>
          <w:rFonts w:ascii="Arial" w:hAnsi="Arial" w:cs="Arial"/>
          <w:sz w:val="24"/>
        </w:rPr>
        <w:t xml:space="preserve"> </w:t>
      </w:r>
      <w:r w:rsidRPr="00BC559F">
        <w:rPr>
          <w:rFonts w:ascii="Arial" w:hAnsi="Arial" w:cs="Arial"/>
          <w:sz w:val="24"/>
        </w:rPr>
        <w:t>24 : 8 = 3</w:t>
      </w:r>
    </w:p>
    <w:p w:rsidR="00C848C5" w:rsidRPr="00A2687E" w:rsidRDefault="00C848C5" w:rsidP="00C848C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sz w:val="28"/>
        </w:rPr>
        <w:t xml:space="preserve">Maintenant, </w:t>
      </w:r>
      <w:r w:rsidRPr="00A2687E">
        <w:rPr>
          <w:rFonts w:ascii="Arial" w:hAnsi="Arial" w:cs="Arial"/>
          <w:b/>
          <w:sz w:val="28"/>
        </w:rPr>
        <w:t xml:space="preserve">complète : </w:t>
      </w:r>
    </w:p>
    <w:p w:rsidR="00C848C5" w:rsidRDefault="00C848C5" w:rsidP="00C848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de fois il y a 6 dans 30 ? il y a … car 30 : 6=…</w:t>
      </w:r>
    </w:p>
    <w:p w:rsidR="00C848C5" w:rsidRPr="007E024D" w:rsidRDefault="00C848C5" w:rsidP="00C848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de fois il y a 5 dans 35 ? il y a … car 35 : 5=…</w:t>
      </w:r>
    </w:p>
    <w:p w:rsidR="00C848C5" w:rsidRPr="007E024D" w:rsidRDefault="00C848C5" w:rsidP="00C848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de fois il y a 8 dans 48 ? il y a … car 48 : 86=…</w:t>
      </w:r>
    </w:p>
    <w:p w:rsidR="00C848C5" w:rsidRPr="007E024D" w:rsidRDefault="00C848C5" w:rsidP="00C848C5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Combien de fois il y a 9 dans 27 ? il y a … car 27 : 9=…</w:t>
      </w:r>
    </w:p>
    <w:p w:rsidR="00C848C5" w:rsidRDefault="00C848C5" w:rsidP="00C848C5">
      <w:pPr>
        <w:rPr>
          <w:rFonts w:ascii="Arial" w:hAnsi="Arial" w:cs="Arial"/>
          <w:b/>
          <w:sz w:val="28"/>
        </w:rPr>
      </w:pPr>
    </w:p>
    <w:p w:rsidR="00C848C5" w:rsidRPr="00BC559F" w:rsidRDefault="00C848C5" w:rsidP="00C848C5">
      <w:pPr>
        <w:rPr>
          <w:rFonts w:ascii="Arial" w:hAnsi="Arial" w:cs="Arial"/>
          <w:b/>
          <w:sz w:val="28"/>
        </w:rPr>
      </w:pPr>
      <w:r w:rsidRPr="00BC559F">
        <w:rPr>
          <w:rFonts w:ascii="Arial" w:hAnsi="Arial" w:cs="Arial"/>
          <w:b/>
          <w:sz w:val="28"/>
        </w:rPr>
        <w:t>Exercice :</w:t>
      </w:r>
    </w:p>
    <w:p w:rsidR="00D7331B" w:rsidRPr="00A2687E" w:rsidRDefault="00D7331B" w:rsidP="00D7331B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>Parfois le résultat ne tombe pas juste. Il y a un quotient et un reste. Par exemple pour 62 : 8 </w:t>
      </w:r>
    </w:p>
    <w:p w:rsidR="00D7331B" w:rsidRPr="00A2687E" w:rsidRDefault="00D7331B" w:rsidP="00D7331B">
      <w:pPr>
        <w:rPr>
          <w:rFonts w:ascii="Arial" w:hAnsi="Arial" w:cs="Arial"/>
          <w:sz w:val="24"/>
        </w:rPr>
      </w:pPr>
      <w:r w:rsidRPr="00A2687E">
        <w:rPr>
          <w:rFonts w:ascii="Arial" w:hAnsi="Arial" w:cs="Arial"/>
          <w:sz w:val="24"/>
        </w:rPr>
        <w:t xml:space="preserve">62 = </w:t>
      </w:r>
      <w:r w:rsidRPr="00A2687E">
        <w:rPr>
          <w:rFonts w:ascii="Arial" w:hAnsi="Arial" w:cs="Arial"/>
          <w:b/>
          <w:sz w:val="24"/>
        </w:rPr>
        <w:t>8</w:t>
      </w:r>
      <w:r w:rsidRPr="00A2687E">
        <w:rPr>
          <w:rFonts w:ascii="Arial" w:hAnsi="Arial" w:cs="Arial"/>
          <w:sz w:val="24"/>
        </w:rPr>
        <w:t xml:space="preserve"> x 7 + 6 (7 est le quotient et 6 est le reste)</w:t>
      </w:r>
    </w:p>
    <w:p w:rsidR="00D7331B" w:rsidRDefault="00D7331B" w:rsidP="00D7331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A ton tour avec : 75 : 9 </w:t>
      </w:r>
    </w:p>
    <w:p w:rsidR="00D7331B" w:rsidRDefault="00D7331B" w:rsidP="00D7331B">
      <w:pPr>
        <w:ind w:left="1416" w:firstLine="708"/>
        <w:rPr>
          <w:rFonts w:ascii="Arial" w:hAnsi="Arial" w:cs="Arial"/>
          <w:sz w:val="28"/>
        </w:rPr>
      </w:pPr>
      <w:proofErr w:type="gramStart"/>
      <w:r>
        <w:rPr>
          <w:rFonts w:ascii="Arial" w:hAnsi="Arial" w:cs="Arial"/>
          <w:sz w:val="28"/>
        </w:rPr>
        <w:t>75  =</w:t>
      </w:r>
      <w:proofErr w:type="gramEnd"/>
      <w:r>
        <w:rPr>
          <w:rFonts w:ascii="Arial" w:hAnsi="Arial" w:cs="Arial"/>
          <w:sz w:val="28"/>
        </w:rPr>
        <w:t xml:space="preserve"> 9 x … + …</w:t>
      </w:r>
    </w:p>
    <w:p w:rsidR="00D7331B" w:rsidRDefault="00D7331B" w:rsidP="00D7331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A ton tour avec : 63 : 6</w:t>
      </w:r>
    </w:p>
    <w:p w:rsidR="00C848C5" w:rsidRPr="007E024D" w:rsidRDefault="00D7331B" w:rsidP="00D7331B">
      <w:pPr>
        <w:ind w:left="1416" w:firstLine="708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63 = 6 x …+ …</w:t>
      </w:r>
      <w:bookmarkStart w:id="0" w:name="_GoBack"/>
      <w:bookmarkEnd w:id="0"/>
    </w:p>
    <w:sectPr w:rsidR="00C848C5" w:rsidRPr="007E024D" w:rsidSect="00BC559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559F"/>
    <w:rsid w:val="001D645B"/>
    <w:rsid w:val="005175A3"/>
    <w:rsid w:val="005F7238"/>
    <w:rsid w:val="007E024D"/>
    <w:rsid w:val="00A2687E"/>
    <w:rsid w:val="00BC559F"/>
    <w:rsid w:val="00C848C5"/>
    <w:rsid w:val="00D73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A0226"/>
  <w15:chartTrackingRefBased/>
  <w15:docId w15:val="{6F657228-9F1D-4E27-9179-D94065EC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BC55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18</TotalTime>
  <Pages>1</Pages>
  <Words>239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2016-05-22T06:38:00Z</dcterms:created>
  <dcterms:modified xsi:type="dcterms:W3CDTF">2018-06-23T14:52:00Z</dcterms:modified>
</cp:coreProperties>
</file>